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E6D" w:rsidRDefault="001F3E6D"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物资验收发放单</w:t>
      </w:r>
    </w:p>
    <w:p w:rsidR="001F3E6D" w:rsidRDefault="001F3E6D">
      <w:pPr>
        <w:jc w:val="center"/>
        <w:rPr>
          <w:b/>
          <w:bCs/>
          <w:sz w:val="32"/>
          <w:szCs w:val="32"/>
        </w:rPr>
      </w:pPr>
    </w:p>
    <w:p w:rsidR="001F3E6D" w:rsidRDefault="001F3E6D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部门</w:t>
      </w:r>
      <w:bookmarkStart w:id="0" w:name="_GoBack"/>
      <w:bookmarkEnd w:id="0"/>
      <w:r>
        <w:rPr>
          <w:sz w:val="32"/>
          <w:szCs w:val="32"/>
        </w:rPr>
        <w:t>(</w:t>
      </w:r>
      <w:r>
        <w:rPr>
          <w:rFonts w:hint="eastAsia"/>
          <w:sz w:val="32"/>
          <w:szCs w:val="32"/>
        </w:rPr>
        <w:t>盖章</w:t>
      </w:r>
      <w:r>
        <w:rPr>
          <w:sz w:val="32"/>
          <w:szCs w:val="32"/>
        </w:rPr>
        <w:t>)</w:t>
      </w:r>
      <w:r>
        <w:rPr>
          <w:rFonts w:hint="eastAsia"/>
          <w:sz w:val="32"/>
          <w:szCs w:val="32"/>
        </w:rPr>
        <w:t>：</w:t>
      </w:r>
      <w:r>
        <w:rPr>
          <w:sz w:val="32"/>
          <w:szCs w:val="32"/>
        </w:rPr>
        <w:t xml:space="preserve">                                                                 </w:t>
      </w:r>
      <w:r>
        <w:rPr>
          <w:rFonts w:hint="eastAsia"/>
          <w:sz w:val="32"/>
          <w:szCs w:val="32"/>
        </w:rPr>
        <w:t>单位：元</w:t>
      </w:r>
    </w:p>
    <w:tbl>
      <w:tblPr>
        <w:tblW w:w="14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2"/>
        <w:gridCol w:w="5070"/>
        <w:gridCol w:w="1350"/>
        <w:gridCol w:w="1896"/>
        <w:gridCol w:w="2363"/>
        <w:gridCol w:w="2363"/>
      </w:tblGrid>
      <w:tr w:rsidR="001F3E6D" w:rsidRPr="001C6B63" w:rsidTr="001C6B63">
        <w:tc>
          <w:tcPr>
            <w:tcW w:w="1132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  <w:r w:rsidRPr="001C6B63">
              <w:rPr>
                <w:rFonts w:hint="eastAsia"/>
                <w:sz w:val="32"/>
                <w:szCs w:val="32"/>
              </w:rPr>
              <w:t>序号</w:t>
            </w:r>
          </w:p>
        </w:tc>
        <w:tc>
          <w:tcPr>
            <w:tcW w:w="5070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  <w:r w:rsidRPr="001C6B63">
              <w:rPr>
                <w:rFonts w:hint="eastAsia"/>
                <w:sz w:val="32"/>
                <w:szCs w:val="32"/>
              </w:rPr>
              <w:t>名</w:t>
            </w:r>
            <w:r w:rsidRPr="001C6B63">
              <w:rPr>
                <w:sz w:val="32"/>
                <w:szCs w:val="32"/>
              </w:rPr>
              <w:t xml:space="preserve">    </w:t>
            </w:r>
            <w:r w:rsidRPr="001C6B63">
              <w:rPr>
                <w:rFonts w:hint="eastAsia"/>
                <w:sz w:val="32"/>
                <w:szCs w:val="32"/>
              </w:rPr>
              <w:t>称</w:t>
            </w:r>
          </w:p>
        </w:tc>
        <w:tc>
          <w:tcPr>
            <w:tcW w:w="1350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  <w:r w:rsidRPr="001C6B63">
              <w:rPr>
                <w:rFonts w:hint="eastAsia"/>
                <w:sz w:val="32"/>
                <w:szCs w:val="32"/>
              </w:rPr>
              <w:t>数量</w:t>
            </w:r>
          </w:p>
        </w:tc>
        <w:tc>
          <w:tcPr>
            <w:tcW w:w="1896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  <w:r w:rsidRPr="001C6B63">
              <w:rPr>
                <w:rFonts w:hint="eastAsia"/>
                <w:sz w:val="32"/>
                <w:szCs w:val="32"/>
              </w:rPr>
              <w:t>单价</w:t>
            </w:r>
          </w:p>
        </w:tc>
        <w:tc>
          <w:tcPr>
            <w:tcW w:w="2363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  <w:r w:rsidRPr="001C6B63">
              <w:rPr>
                <w:rFonts w:hint="eastAsia"/>
                <w:sz w:val="32"/>
                <w:szCs w:val="32"/>
              </w:rPr>
              <w:t>总金额</w:t>
            </w:r>
          </w:p>
        </w:tc>
        <w:tc>
          <w:tcPr>
            <w:tcW w:w="2363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  <w:r w:rsidRPr="001C6B63">
              <w:rPr>
                <w:rFonts w:hint="eastAsia"/>
                <w:sz w:val="32"/>
                <w:szCs w:val="32"/>
              </w:rPr>
              <w:t>领用人签字</w:t>
            </w:r>
          </w:p>
        </w:tc>
      </w:tr>
      <w:tr w:rsidR="001F3E6D" w:rsidRPr="001C6B63" w:rsidTr="001C6B63">
        <w:tc>
          <w:tcPr>
            <w:tcW w:w="1132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  <w:r w:rsidRPr="001C6B63">
              <w:rPr>
                <w:sz w:val="32"/>
                <w:szCs w:val="32"/>
              </w:rPr>
              <w:t>1</w:t>
            </w:r>
          </w:p>
        </w:tc>
        <w:tc>
          <w:tcPr>
            <w:tcW w:w="5070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96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63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63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</w:tr>
      <w:tr w:rsidR="001F3E6D" w:rsidRPr="001C6B63" w:rsidTr="001C6B63">
        <w:tc>
          <w:tcPr>
            <w:tcW w:w="1132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  <w:r w:rsidRPr="001C6B63">
              <w:rPr>
                <w:sz w:val="32"/>
                <w:szCs w:val="32"/>
              </w:rPr>
              <w:t>2</w:t>
            </w:r>
          </w:p>
        </w:tc>
        <w:tc>
          <w:tcPr>
            <w:tcW w:w="5070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96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63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63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</w:tr>
      <w:tr w:rsidR="001F3E6D" w:rsidRPr="001C6B63" w:rsidTr="001C6B63">
        <w:tc>
          <w:tcPr>
            <w:tcW w:w="1132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  <w:r w:rsidRPr="001C6B63">
              <w:rPr>
                <w:sz w:val="32"/>
                <w:szCs w:val="32"/>
              </w:rPr>
              <w:t>3</w:t>
            </w:r>
          </w:p>
        </w:tc>
        <w:tc>
          <w:tcPr>
            <w:tcW w:w="5070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96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63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63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</w:tr>
      <w:tr w:rsidR="001F3E6D" w:rsidRPr="001C6B63" w:rsidTr="001C6B63">
        <w:tc>
          <w:tcPr>
            <w:tcW w:w="1132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  <w:r w:rsidRPr="001C6B63">
              <w:rPr>
                <w:sz w:val="32"/>
                <w:szCs w:val="32"/>
              </w:rPr>
              <w:t>4</w:t>
            </w:r>
          </w:p>
        </w:tc>
        <w:tc>
          <w:tcPr>
            <w:tcW w:w="5070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96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63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63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</w:tr>
      <w:tr w:rsidR="001F3E6D" w:rsidRPr="001C6B63" w:rsidTr="001C6B63">
        <w:tc>
          <w:tcPr>
            <w:tcW w:w="1132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  <w:r w:rsidRPr="001C6B63">
              <w:rPr>
                <w:sz w:val="32"/>
                <w:szCs w:val="32"/>
              </w:rPr>
              <w:t>5</w:t>
            </w:r>
          </w:p>
        </w:tc>
        <w:tc>
          <w:tcPr>
            <w:tcW w:w="5070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96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63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63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</w:tr>
      <w:tr w:rsidR="001F3E6D" w:rsidRPr="001C6B63" w:rsidTr="001C6B63">
        <w:tc>
          <w:tcPr>
            <w:tcW w:w="1132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  <w:r w:rsidRPr="001C6B63">
              <w:rPr>
                <w:rFonts w:hint="eastAsia"/>
                <w:sz w:val="32"/>
                <w:szCs w:val="32"/>
              </w:rPr>
              <w:t>……</w:t>
            </w:r>
          </w:p>
        </w:tc>
        <w:tc>
          <w:tcPr>
            <w:tcW w:w="5070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96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63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63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</w:tr>
      <w:tr w:rsidR="001F3E6D" w:rsidRPr="001C6B63" w:rsidTr="001C6B63">
        <w:tc>
          <w:tcPr>
            <w:tcW w:w="1132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070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合</w:t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rFonts w:hint="eastAsia"/>
                <w:sz w:val="32"/>
                <w:szCs w:val="32"/>
              </w:rPr>
              <w:t>计</w:t>
            </w:r>
          </w:p>
        </w:tc>
        <w:tc>
          <w:tcPr>
            <w:tcW w:w="1350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96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63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63" w:type="dxa"/>
          </w:tcPr>
          <w:p w:rsidR="001F3E6D" w:rsidRPr="001C6B63" w:rsidRDefault="001F3E6D" w:rsidP="001C6B63">
            <w:pPr>
              <w:jc w:val="center"/>
              <w:rPr>
                <w:sz w:val="32"/>
                <w:szCs w:val="32"/>
              </w:rPr>
            </w:pPr>
          </w:p>
        </w:tc>
      </w:tr>
    </w:tbl>
    <w:p w:rsidR="001F3E6D" w:rsidRDefault="001F3E6D" w:rsidP="001F3E6D">
      <w:pPr>
        <w:ind w:firstLineChars="100" w:firstLine="31680"/>
      </w:pPr>
    </w:p>
    <w:p w:rsidR="001F3E6D" w:rsidRDefault="001F3E6D" w:rsidP="00B001B5">
      <w:pPr>
        <w:ind w:firstLineChars="100" w:firstLine="31680"/>
        <w:rPr>
          <w:sz w:val="32"/>
          <w:szCs w:val="32"/>
        </w:rPr>
      </w:pPr>
      <w:r>
        <w:rPr>
          <w:rFonts w:hint="eastAsia"/>
          <w:sz w:val="32"/>
          <w:szCs w:val="32"/>
        </w:rPr>
        <w:t>经办人：</w:t>
      </w:r>
      <w:r>
        <w:rPr>
          <w:sz w:val="32"/>
          <w:szCs w:val="32"/>
        </w:rPr>
        <w:t xml:space="preserve">                         </w:t>
      </w:r>
      <w:r>
        <w:rPr>
          <w:rFonts w:hint="eastAsia"/>
          <w:sz w:val="32"/>
          <w:szCs w:val="32"/>
        </w:rPr>
        <w:t>验收人：</w:t>
      </w:r>
      <w:r>
        <w:rPr>
          <w:sz w:val="32"/>
          <w:szCs w:val="32"/>
        </w:rPr>
        <w:t xml:space="preserve">                           </w:t>
      </w:r>
      <w:r>
        <w:rPr>
          <w:rFonts w:hint="eastAsia"/>
          <w:sz w:val="32"/>
          <w:szCs w:val="32"/>
        </w:rPr>
        <w:t>部门负责人：</w:t>
      </w:r>
    </w:p>
    <w:sectPr w:rsidR="001F3E6D" w:rsidSect="004237D0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C4A755A"/>
    <w:rsid w:val="001C6B63"/>
    <w:rsid w:val="001F3E6D"/>
    <w:rsid w:val="004237D0"/>
    <w:rsid w:val="008E70C7"/>
    <w:rsid w:val="00B001B5"/>
    <w:rsid w:val="2C4A755A"/>
    <w:rsid w:val="379D60F4"/>
    <w:rsid w:val="3AB9251C"/>
    <w:rsid w:val="4FEF4D1D"/>
    <w:rsid w:val="76AA7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7D0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237D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36</Words>
  <Characters>207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2017-06-28T03:41:00Z</dcterms:created>
  <dcterms:modified xsi:type="dcterms:W3CDTF">2019-09-25T07:34:00Z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